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A4F" w:rsidRPr="00AD46E9" w:rsidRDefault="003D1A4F" w:rsidP="00B53F54">
      <w:pPr>
        <w:rPr>
          <w:sz w:val="22"/>
          <w:szCs w:val="22"/>
        </w:rPr>
      </w:pPr>
      <w:bookmarkStart w:id="0" w:name="_GoBack"/>
      <w:bookmarkEnd w:id="0"/>
      <w:r w:rsidRPr="003D1A4F">
        <w:rPr>
          <w:b/>
          <w:sz w:val="32"/>
          <w:szCs w:val="32"/>
        </w:rPr>
        <w:t xml:space="preserve">Checklist for </w:t>
      </w:r>
      <w:r w:rsidR="00AD46E9">
        <w:rPr>
          <w:b/>
          <w:sz w:val="32"/>
          <w:szCs w:val="32"/>
        </w:rPr>
        <w:t>client-focused legal writing</w:t>
      </w:r>
      <w:r w:rsidR="00AD46E9">
        <w:rPr>
          <w:b/>
          <w:sz w:val="32"/>
          <w:szCs w:val="32"/>
        </w:rPr>
        <w:br/>
      </w:r>
      <w:r>
        <w:rPr>
          <w:b/>
          <w:sz w:val="32"/>
          <w:szCs w:val="32"/>
        </w:rPr>
        <w:br/>
      </w:r>
      <w:r w:rsidR="00AD46E9">
        <w:rPr>
          <w:sz w:val="22"/>
          <w:szCs w:val="22"/>
        </w:rPr>
        <w:t>Here’s a list of what to look out for when reviewing your (or someone else’s ) writing in a structured way:</w:t>
      </w:r>
    </w:p>
    <w:p w:rsidR="003D1A4F" w:rsidRPr="003D1A4F" w:rsidRDefault="003D1A4F" w:rsidP="003D1A4F">
      <w:pPr>
        <w:pStyle w:val="ListParagraph"/>
        <w:numPr>
          <w:ilvl w:val="0"/>
          <w:numId w:val="11"/>
        </w:numPr>
      </w:pPr>
      <w:r w:rsidRPr="003D1A4F">
        <w:rPr>
          <w:rFonts w:ascii="Arial" w:hAnsi="Arial" w:cs="Arial"/>
        </w:rPr>
        <w:t xml:space="preserve">Is the document appealing to look at?  Is there plenty of white space?  Are there headings, bullet points etc to break up the text?  </w:t>
      </w:r>
    </w:p>
    <w:p w:rsidR="003D1A4F" w:rsidRPr="003D1A4F" w:rsidRDefault="003D1A4F" w:rsidP="003D1A4F">
      <w:pPr>
        <w:pStyle w:val="ListParagraph"/>
        <w:numPr>
          <w:ilvl w:val="0"/>
          <w:numId w:val="11"/>
        </w:numPr>
      </w:pPr>
      <w:r w:rsidRPr="003D1A4F">
        <w:rPr>
          <w:rFonts w:ascii="Arial" w:hAnsi="Arial" w:cs="Arial"/>
        </w:rPr>
        <w:t>Is the aim clear</w:t>
      </w:r>
      <w:r>
        <w:rPr>
          <w:rFonts w:ascii="Arial" w:hAnsi="Arial" w:cs="Arial"/>
        </w:rPr>
        <w:t xml:space="preserve"> on first reading</w:t>
      </w:r>
      <w:r w:rsidRPr="003D1A4F">
        <w:rPr>
          <w:rFonts w:ascii="Arial" w:hAnsi="Arial" w:cs="Arial"/>
        </w:rPr>
        <w:t>?  Will the reader know what they’re meant to think, feel or do differently after reading the document?</w:t>
      </w:r>
    </w:p>
    <w:p w:rsidR="003D1A4F" w:rsidRPr="003D1A4F" w:rsidRDefault="003D1A4F" w:rsidP="003D1A4F">
      <w:pPr>
        <w:pStyle w:val="ListParagraph"/>
        <w:numPr>
          <w:ilvl w:val="0"/>
          <w:numId w:val="11"/>
        </w:numPr>
      </w:pPr>
      <w:r>
        <w:rPr>
          <w:rFonts w:ascii="Arial" w:hAnsi="Arial" w:cs="Arial"/>
        </w:rPr>
        <w:t>Are the writing style and content appropriate for the audience (both the addressee and anyone else who may also read the document)?</w:t>
      </w:r>
    </w:p>
    <w:p w:rsidR="003D1A4F" w:rsidRPr="003D1A4F" w:rsidRDefault="003D1A4F" w:rsidP="003D1A4F">
      <w:pPr>
        <w:pStyle w:val="ListParagraph"/>
        <w:numPr>
          <w:ilvl w:val="0"/>
          <w:numId w:val="11"/>
        </w:numPr>
      </w:pPr>
      <w:r>
        <w:rPr>
          <w:rFonts w:ascii="Arial" w:hAnsi="Arial" w:cs="Arial"/>
        </w:rPr>
        <w:t xml:space="preserve">Has the writer thought of the big picture (the “free spirit” stage)?  Have they considered the knock-on effect of any advice?  Have they analysed the situation correctly, taking everything relevant into account? </w:t>
      </w:r>
    </w:p>
    <w:p w:rsidR="003D1A4F" w:rsidRPr="003D1A4F" w:rsidRDefault="003D1A4F" w:rsidP="003D1A4F">
      <w:pPr>
        <w:pStyle w:val="ListParagraph"/>
        <w:numPr>
          <w:ilvl w:val="0"/>
          <w:numId w:val="11"/>
        </w:numPr>
      </w:pPr>
      <w:r>
        <w:rPr>
          <w:rFonts w:ascii="Arial" w:hAnsi="Arial" w:cs="Arial"/>
        </w:rPr>
        <w:t xml:space="preserve">Is there a clear structure to the document (the “architect” stage)?  Does it follow a logical approach, starting with a summary of what’s important to the reader? </w:t>
      </w:r>
    </w:p>
    <w:p w:rsidR="003D1A4F" w:rsidRPr="003D1A4F" w:rsidRDefault="003D1A4F" w:rsidP="003D1A4F">
      <w:pPr>
        <w:pStyle w:val="ListParagraph"/>
        <w:numPr>
          <w:ilvl w:val="0"/>
          <w:numId w:val="11"/>
        </w:numPr>
      </w:pPr>
      <w:r>
        <w:rPr>
          <w:rFonts w:ascii="Arial" w:hAnsi="Arial" w:cs="Arial"/>
        </w:rPr>
        <w:t>Is the writing clear, simple and easy to read, even if it’s a complex topic (the “carpenter” stage)?</w:t>
      </w:r>
    </w:p>
    <w:p w:rsidR="00AD46E9" w:rsidRPr="003D1A4F" w:rsidRDefault="00AD46E9" w:rsidP="00AD46E9">
      <w:pPr>
        <w:pStyle w:val="ListParagraph"/>
        <w:numPr>
          <w:ilvl w:val="0"/>
          <w:numId w:val="11"/>
        </w:numPr>
      </w:pPr>
      <w:r>
        <w:rPr>
          <w:rFonts w:ascii="Arial" w:hAnsi="Arial" w:cs="Arial"/>
        </w:rPr>
        <w:t>Are sentences short enough?  They should be under three lines (or 40 words) with an average sentence length of fewer than 20 words.</w:t>
      </w:r>
    </w:p>
    <w:p w:rsidR="003D1A4F" w:rsidRPr="003D1A4F" w:rsidRDefault="003D1A4F" w:rsidP="003D1A4F">
      <w:pPr>
        <w:pStyle w:val="ListParagraph"/>
        <w:numPr>
          <w:ilvl w:val="0"/>
          <w:numId w:val="11"/>
        </w:numPr>
      </w:pPr>
      <w:r>
        <w:rPr>
          <w:rFonts w:ascii="Arial" w:hAnsi="Arial" w:cs="Arial"/>
        </w:rPr>
        <w:t>Has the writer mainly used the active voice, and chosen verbs rather than nouns to keep the writing strong?</w:t>
      </w:r>
    </w:p>
    <w:p w:rsidR="003D1A4F" w:rsidRPr="003D1A4F" w:rsidRDefault="003D1A4F" w:rsidP="003D1A4F">
      <w:pPr>
        <w:pStyle w:val="ListParagraph"/>
        <w:numPr>
          <w:ilvl w:val="0"/>
          <w:numId w:val="11"/>
        </w:numPr>
      </w:pPr>
      <w:r>
        <w:rPr>
          <w:rFonts w:ascii="Arial" w:hAnsi="Arial" w:cs="Arial"/>
        </w:rPr>
        <w:t>Has the writer chosen simple words where possible, and avoided clusters of words if there’s a one-word equivalent?</w:t>
      </w:r>
    </w:p>
    <w:p w:rsidR="003D1A4F" w:rsidRDefault="000D3B67" w:rsidP="003D1A4F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Have they explained</w:t>
      </w:r>
      <w:r w:rsidR="003D1A4F" w:rsidRPr="003D1A4F">
        <w:rPr>
          <w:rFonts w:ascii="Arial" w:hAnsi="Arial" w:cs="Arial"/>
        </w:rPr>
        <w:t xml:space="preserve"> any legal or other jargon (including acronyms)?</w:t>
      </w:r>
    </w:p>
    <w:p w:rsidR="003D1A4F" w:rsidRDefault="003D1A4F" w:rsidP="003D1A4F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Is there a worked example of anything complex, such as a formula?  Are there any case studies showing how something would work in practice?</w:t>
      </w:r>
    </w:p>
    <w:p w:rsidR="003D1A4F" w:rsidRPr="003D1A4F" w:rsidRDefault="003D1A4F" w:rsidP="003D1A4F">
      <w:pPr>
        <w:pStyle w:val="ListParagraph"/>
        <w:numPr>
          <w:ilvl w:val="0"/>
          <w:numId w:val="11"/>
        </w:numPr>
      </w:pPr>
      <w:r>
        <w:rPr>
          <w:rFonts w:ascii="Arial" w:hAnsi="Arial" w:cs="Arial"/>
        </w:rPr>
        <w:t>Has the writer included flowcharts, diagrams, tables o</w:t>
      </w:r>
      <w:r w:rsidR="00AD46E9">
        <w:rPr>
          <w:rFonts w:ascii="Arial" w:hAnsi="Arial" w:cs="Arial"/>
        </w:rPr>
        <w:t>r graphs?  If not, should there be</w:t>
      </w:r>
      <w:r>
        <w:rPr>
          <w:rFonts w:ascii="Arial" w:hAnsi="Arial" w:cs="Arial"/>
        </w:rPr>
        <w:t>?  W</w:t>
      </w:r>
      <w:r w:rsidR="00AD46E9">
        <w:rPr>
          <w:rFonts w:ascii="Arial" w:hAnsi="Arial" w:cs="Arial"/>
        </w:rPr>
        <w:t xml:space="preserve">ill it save words, or simplify </w:t>
      </w:r>
      <w:r>
        <w:rPr>
          <w:rFonts w:ascii="Arial" w:hAnsi="Arial" w:cs="Arial"/>
        </w:rPr>
        <w:t>an explanation?</w:t>
      </w:r>
    </w:p>
    <w:p w:rsidR="003D1A4F" w:rsidRPr="00B53F54" w:rsidRDefault="003D1A4F" w:rsidP="00B53F54">
      <w:pPr>
        <w:pStyle w:val="ListParagraph"/>
        <w:numPr>
          <w:ilvl w:val="0"/>
          <w:numId w:val="11"/>
        </w:numPr>
      </w:pPr>
      <w:r w:rsidRPr="003D1A4F">
        <w:rPr>
          <w:rFonts w:ascii="Arial" w:hAnsi="Arial" w:cs="Arial"/>
        </w:rPr>
        <w:t>Has the writer reviewed their work well</w:t>
      </w:r>
      <w:r>
        <w:rPr>
          <w:rFonts w:ascii="Arial" w:hAnsi="Arial" w:cs="Arial"/>
        </w:rPr>
        <w:t xml:space="preserve"> (the “judge” stage)</w:t>
      </w:r>
      <w:r w:rsidRPr="003D1A4F">
        <w:rPr>
          <w:rFonts w:ascii="Arial" w:hAnsi="Arial" w:cs="Arial"/>
        </w:rPr>
        <w:t>?  Are there any typographical errors, or mistakes of grammar or punctuation?</w:t>
      </w:r>
      <w:r>
        <w:rPr>
          <w:rFonts w:ascii="Arial" w:hAnsi="Arial" w:cs="Arial"/>
        </w:rPr>
        <w:t xml:space="preserve"> </w:t>
      </w:r>
    </w:p>
    <w:sectPr w:rsidR="003D1A4F" w:rsidRPr="00B53F54" w:rsidSect="00A24C6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E9E" w:rsidRDefault="00A20E9E" w:rsidP="00B36CA7">
      <w:pPr>
        <w:spacing w:after="0" w:line="240" w:lineRule="auto"/>
      </w:pPr>
      <w:r>
        <w:separator/>
      </w:r>
    </w:p>
  </w:endnote>
  <w:endnote w:type="continuationSeparator" w:id="0">
    <w:p w:rsidR="00A20E9E" w:rsidRDefault="00A20E9E" w:rsidP="00B36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6"/>
      </w:rPr>
      <w:id w:val="-4268874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09C7" w:rsidRPr="00EC79E9" w:rsidRDefault="00AA09C7" w:rsidP="00B36CA7">
        <w:pPr>
          <w:pStyle w:val="Footer"/>
          <w:rPr>
            <w:sz w:val="18"/>
            <w:szCs w:val="16"/>
          </w:rPr>
        </w:pPr>
        <w:r w:rsidRPr="00EC79E9">
          <w:rPr>
            <w:sz w:val="18"/>
            <w:szCs w:val="16"/>
          </w:rPr>
          <w:t>© Cathy Wilcox Training Ltd</w:t>
        </w:r>
        <w:r w:rsidRPr="00EC79E9">
          <w:rPr>
            <w:sz w:val="18"/>
            <w:szCs w:val="16"/>
          </w:rPr>
          <w:tab/>
        </w:r>
        <w:r w:rsidRPr="00EC79E9">
          <w:rPr>
            <w:sz w:val="18"/>
            <w:szCs w:val="16"/>
          </w:rPr>
          <w:tab/>
        </w:r>
        <w:r w:rsidRPr="00EC79E9">
          <w:rPr>
            <w:sz w:val="18"/>
            <w:szCs w:val="16"/>
          </w:rPr>
          <w:fldChar w:fldCharType="begin"/>
        </w:r>
        <w:r w:rsidRPr="00EC79E9">
          <w:rPr>
            <w:sz w:val="18"/>
            <w:szCs w:val="16"/>
          </w:rPr>
          <w:instrText xml:space="preserve"> PAGE   \* MERGEFORMAT </w:instrText>
        </w:r>
        <w:r w:rsidRPr="00EC79E9">
          <w:rPr>
            <w:sz w:val="18"/>
            <w:szCs w:val="16"/>
          </w:rPr>
          <w:fldChar w:fldCharType="separate"/>
        </w:r>
        <w:r w:rsidR="003D1A4F">
          <w:rPr>
            <w:noProof/>
            <w:sz w:val="18"/>
            <w:szCs w:val="16"/>
          </w:rPr>
          <w:t>2</w:t>
        </w:r>
        <w:r w:rsidRPr="00EC79E9">
          <w:rPr>
            <w:noProof/>
            <w:sz w:val="18"/>
            <w:szCs w:val="16"/>
          </w:rPr>
          <w:fldChar w:fldCharType="end"/>
        </w:r>
      </w:p>
    </w:sdtContent>
  </w:sdt>
  <w:p w:rsidR="00AA09C7" w:rsidRPr="00B36CA7" w:rsidRDefault="00AA09C7">
    <w:pPr>
      <w:pStyle w:val="Foo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9C7" w:rsidRPr="00EC79E9" w:rsidRDefault="00AA09C7" w:rsidP="00EC79E9">
    <w:pPr>
      <w:pStyle w:val="Footer"/>
      <w:rPr>
        <w:sz w:val="18"/>
        <w:szCs w:val="18"/>
      </w:rPr>
    </w:pPr>
    <w:r w:rsidRPr="00EC79E9">
      <w:t xml:space="preserve">© </w:t>
    </w:r>
    <w:r w:rsidRPr="00EC79E9">
      <w:rPr>
        <w:sz w:val="18"/>
        <w:szCs w:val="18"/>
      </w:rPr>
      <w:t>Cathy Wilcox Training L</w:t>
    </w:r>
    <w:r w:rsidR="00E75126">
      <w:rPr>
        <w:sz w:val="18"/>
        <w:szCs w:val="18"/>
      </w:rPr>
      <w:t>imited</w:t>
    </w:r>
    <w:r w:rsidRPr="00EC79E9">
      <w:t xml:space="preserve">    </w:t>
    </w:r>
    <w:r w:rsidRPr="00EC79E9">
      <w:tab/>
    </w:r>
    <w:r w:rsidRPr="00EC79E9">
      <w:tab/>
    </w:r>
    <w:r w:rsidRPr="00EC79E9">
      <w:fldChar w:fldCharType="begin"/>
    </w:r>
    <w:r w:rsidRPr="00EC79E9">
      <w:instrText xml:space="preserve"> PAGE   \* MERGEFORMAT </w:instrText>
    </w:r>
    <w:r w:rsidRPr="00EC79E9">
      <w:fldChar w:fldCharType="separate"/>
    </w:r>
    <w:r w:rsidR="00FE4606">
      <w:rPr>
        <w:noProof/>
      </w:rPr>
      <w:t>1</w:t>
    </w:r>
    <w:r w:rsidRPr="00EC79E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E9E" w:rsidRDefault="00A20E9E" w:rsidP="00B36CA7">
      <w:pPr>
        <w:spacing w:after="0" w:line="240" w:lineRule="auto"/>
      </w:pPr>
      <w:r>
        <w:separator/>
      </w:r>
    </w:p>
  </w:footnote>
  <w:footnote w:type="continuationSeparator" w:id="0">
    <w:p w:rsidR="00A20E9E" w:rsidRDefault="00A20E9E" w:rsidP="00B36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9C7" w:rsidRDefault="00AA09C7" w:rsidP="00A24C65">
    <w:pPr>
      <w:pStyle w:val="Header"/>
      <w:tabs>
        <w:tab w:val="clear" w:pos="4513"/>
        <w:tab w:val="clear" w:pos="9026"/>
        <w:tab w:val="left" w:pos="1238"/>
      </w:tabs>
      <w:rPr>
        <w:b/>
        <w:bCs/>
        <w:sz w:val="28"/>
        <w:szCs w:val="28"/>
      </w:rPr>
    </w:pPr>
    <w:r>
      <w:rPr>
        <w:b/>
        <w:bCs/>
        <w:sz w:val="28"/>
        <w:szCs w:val="28"/>
      </w:rPr>
      <w:tab/>
    </w:r>
  </w:p>
  <w:p w:rsidR="00AA09C7" w:rsidRDefault="00AA09C7">
    <w:pPr>
      <w:pStyle w:val="Header"/>
      <w:rPr>
        <w:b/>
        <w:bCs/>
        <w:sz w:val="28"/>
        <w:szCs w:val="28"/>
      </w:rPr>
    </w:pPr>
  </w:p>
  <w:p w:rsidR="00AA09C7" w:rsidRDefault="00AA09C7">
    <w:pPr>
      <w:pStyle w:val="Header"/>
      <w:rPr>
        <w:b/>
        <w:bCs/>
        <w:sz w:val="28"/>
        <w:szCs w:val="28"/>
      </w:rPr>
    </w:pPr>
  </w:p>
  <w:p w:rsidR="00AA09C7" w:rsidRDefault="00AA09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9C7" w:rsidRDefault="00AA09C7">
    <w:pPr>
      <w:pStyle w:val="Header"/>
      <w:rPr>
        <w:b/>
      </w:rPr>
    </w:pPr>
    <w:bookmarkStart w:id="1" w:name="bmkTempPrinting"/>
    <w:bookmarkEnd w:id="1"/>
    <w:r w:rsidRPr="00A24C65">
      <w:rPr>
        <w:b/>
        <w:bCs/>
        <w:noProof/>
        <w:sz w:val="32"/>
        <w:szCs w:val="32"/>
        <w:lang w:eastAsia="en-GB"/>
      </w:rPr>
      <w:drawing>
        <wp:anchor distT="0" distB="0" distL="114300" distR="114300" simplePos="0" relativeHeight="251659264" behindDoc="1" locked="0" layoutInCell="1" allowOverlap="1" wp14:anchorId="1732C9B7" wp14:editId="12712FF9">
          <wp:simplePos x="0" y="0"/>
          <wp:positionH relativeFrom="column">
            <wp:posOffset>-19050</wp:posOffset>
          </wp:positionH>
          <wp:positionV relativeFrom="paragraph">
            <wp:posOffset>-138430</wp:posOffset>
          </wp:positionV>
          <wp:extent cx="1287780" cy="850265"/>
          <wp:effectExtent l="0" t="0" r="7620" b="6985"/>
          <wp:wrapThrough wrapText="bothSides">
            <wp:wrapPolygon edited="0">
              <wp:start x="13101" y="0"/>
              <wp:lineTo x="7030" y="484"/>
              <wp:lineTo x="0" y="4839"/>
              <wp:lineTo x="0" y="13550"/>
              <wp:lineTo x="320" y="15486"/>
              <wp:lineTo x="6071" y="21294"/>
              <wp:lineTo x="8308" y="21294"/>
              <wp:lineTo x="13101" y="20810"/>
              <wp:lineTo x="19811" y="17422"/>
              <wp:lineTo x="19491" y="15486"/>
              <wp:lineTo x="20769" y="15486"/>
              <wp:lineTo x="21408" y="12583"/>
              <wp:lineTo x="21408" y="6291"/>
              <wp:lineTo x="15337" y="0"/>
              <wp:lineTo x="13101" y="0"/>
            </wp:wrapPolygon>
          </wp:wrapThrough>
          <wp:docPr id="2" name="Picture 2" descr="C:\Users\Cathy\Documents\Business documents\logonoword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thy\Documents\Business documents\logonowordi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7780" cy="850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A09C7" w:rsidRDefault="00AA09C7">
    <w:pPr>
      <w:pStyle w:val="Header"/>
      <w:rPr>
        <w:b/>
        <w:sz w:val="34"/>
      </w:rPr>
    </w:pPr>
    <w:r>
      <w:rPr>
        <w:b/>
      </w:rPr>
      <w:t xml:space="preserve">                                        </w:t>
    </w:r>
    <w:r w:rsidRPr="00984EF4">
      <w:rPr>
        <w:b/>
        <w:sz w:val="34"/>
      </w:rPr>
      <w:t xml:space="preserve">Cathy Wilcox Training </w:t>
    </w:r>
  </w:p>
  <w:p w:rsidR="00AA09C7" w:rsidRDefault="00AA09C7">
    <w:pPr>
      <w:pStyle w:val="Header"/>
      <w:rPr>
        <w:b/>
        <w:sz w:val="34"/>
      </w:rPr>
    </w:pPr>
  </w:p>
  <w:p w:rsidR="00AA09C7" w:rsidRDefault="00AA09C7">
    <w:pPr>
      <w:pStyle w:val="Header"/>
      <w:rPr>
        <w:b/>
        <w:sz w:val="34"/>
      </w:rPr>
    </w:pPr>
  </w:p>
  <w:p w:rsidR="00AA09C7" w:rsidRDefault="00AA09C7">
    <w:pPr>
      <w:pStyle w:val="Header"/>
      <w:rPr>
        <w:b/>
        <w:sz w:val="34"/>
      </w:rPr>
    </w:pPr>
  </w:p>
  <w:p w:rsidR="00AA09C7" w:rsidRPr="00A24C65" w:rsidRDefault="00AA09C7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DA5"/>
    <w:multiLevelType w:val="hybridMultilevel"/>
    <w:tmpl w:val="6C7C4A3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EAC0969"/>
    <w:multiLevelType w:val="hybridMultilevel"/>
    <w:tmpl w:val="881E5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50B77"/>
    <w:multiLevelType w:val="hybridMultilevel"/>
    <w:tmpl w:val="1464B0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B1C92"/>
    <w:multiLevelType w:val="hybridMultilevel"/>
    <w:tmpl w:val="98489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8754A"/>
    <w:multiLevelType w:val="hybridMultilevel"/>
    <w:tmpl w:val="572EF5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F74636"/>
    <w:multiLevelType w:val="hybridMultilevel"/>
    <w:tmpl w:val="4770E0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431544BB"/>
    <w:multiLevelType w:val="hybridMultilevel"/>
    <w:tmpl w:val="DD1C3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4DE03FCD"/>
    <w:multiLevelType w:val="hybridMultilevel"/>
    <w:tmpl w:val="B0A8C0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61B64E46"/>
    <w:multiLevelType w:val="hybridMultilevel"/>
    <w:tmpl w:val="0EDEA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67794CE1"/>
    <w:multiLevelType w:val="hybridMultilevel"/>
    <w:tmpl w:val="4D52DC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6F667962"/>
    <w:multiLevelType w:val="hybridMultilevel"/>
    <w:tmpl w:val="4B7AD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6"/>
  </w:num>
  <w:num w:numId="7">
    <w:abstractNumId w:val="10"/>
  </w:num>
  <w:num w:numId="8">
    <w:abstractNumId w:val="9"/>
  </w:num>
  <w:num w:numId="9">
    <w:abstractNumId w:val="5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attachedTemplate r:id="rId1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A4F"/>
    <w:rsid w:val="00067BCE"/>
    <w:rsid w:val="0009252F"/>
    <w:rsid w:val="00092C3B"/>
    <w:rsid w:val="000D3B67"/>
    <w:rsid w:val="0011035B"/>
    <w:rsid w:val="00135D14"/>
    <w:rsid w:val="00151033"/>
    <w:rsid w:val="00166380"/>
    <w:rsid w:val="001C4897"/>
    <w:rsid w:val="001D2CD2"/>
    <w:rsid w:val="001F7E78"/>
    <w:rsid w:val="00227D00"/>
    <w:rsid w:val="0023453B"/>
    <w:rsid w:val="002D6E02"/>
    <w:rsid w:val="0032074D"/>
    <w:rsid w:val="00381D1F"/>
    <w:rsid w:val="00383697"/>
    <w:rsid w:val="003A059A"/>
    <w:rsid w:val="003D1A4F"/>
    <w:rsid w:val="003E7968"/>
    <w:rsid w:val="00464C5F"/>
    <w:rsid w:val="00482006"/>
    <w:rsid w:val="004A21D3"/>
    <w:rsid w:val="004B099F"/>
    <w:rsid w:val="004C61E0"/>
    <w:rsid w:val="004F5346"/>
    <w:rsid w:val="005105D5"/>
    <w:rsid w:val="00517EFF"/>
    <w:rsid w:val="00534EA7"/>
    <w:rsid w:val="0059502D"/>
    <w:rsid w:val="005A5B87"/>
    <w:rsid w:val="005E2AC6"/>
    <w:rsid w:val="005E4759"/>
    <w:rsid w:val="00611264"/>
    <w:rsid w:val="00623314"/>
    <w:rsid w:val="00693B83"/>
    <w:rsid w:val="006B1AF4"/>
    <w:rsid w:val="006F0C70"/>
    <w:rsid w:val="007117A6"/>
    <w:rsid w:val="0072515C"/>
    <w:rsid w:val="00766D73"/>
    <w:rsid w:val="00777514"/>
    <w:rsid w:val="00777564"/>
    <w:rsid w:val="00785B08"/>
    <w:rsid w:val="007C2307"/>
    <w:rsid w:val="00831BC0"/>
    <w:rsid w:val="00842831"/>
    <w:rsid w:val="008B2B89"/>
    <w:rsid w:val="008C4B45"/>
    <w:rsid w:val="008E1AA9"/>
    <w:rsid w:val="008E6D2C"/>
    <w:rsid w:val="0091507F"/>
    <w:rsid w:val="0093310C"/>
    <w:rsid w:val="009351F0"/>
    <w:rsid w:val="00960740"/>
    <w:rsid w:val="00984EF4"/>
    <w:rsid w:val="009B1216"/>
    <w:rsid w:val="009F75CD"/>
    <w:rsid w:val="00A12EB6"/>
    <w:rsid w:val="00A20E9E"/>
    <w:rsid w:val="00A24C65"/>
    <w:rsid w:val="00A36588"/>
    <w:rsid w:val="00A4423F"/>
    <w:rsid w:val="00AA09C7"/>
    <w:rsid w:val="00AA236D"/>
    <w:rsid w:val="00AD46E9"/>
    <w:rsid w:val="00AE1AC1"/>
    <w:rsid w:val="00B17045"/>
    <w:rsid w:val="00B2644D"/>
    <w:rsid w:val="00B36CA7"/>
    <w:rsid w:val="00B53F54"/>
    <w:rsid w:val="00BA3904"/>
    <w:rsid w:val="00BA44FC"/>
    <w:rsid w:val="00C229C5"/>
    <w:rsid w:val="00C35B9C"/>
    <w:rsid w:val="00C415F4"/>
    <w:rsid w:val="00CA2A67"/>
    <w:rsid w:val="00CB6BEE"/>
    <w:rsid w:val="00D635D1"/>
    <w:rsid w:val="00E05140"/>
    <w:rsid w:val="00E1305D"/>
    <w:rsid w:val="00E75126"/>
    <w:rsid w:val="00E81A7E"/>
    <w:rsid w:val="00E857AA"/>
    <w:rsid w:val="00EB3A4F"/>
    <w:rsid w:val="00EC79E9"/>
    <w:rsid w:val="00EE1037"/>
    <w:rsid w:val="00F06E3A"/>
    <w:rsid w:val="00F6091F"/>
    <w:rsid w:val="00FA50E4"/>
    <w:rsid w:val="00FE4606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AFB126-0978-4AAE-B278-7263CB4E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CA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B36CA7"/>
    <w:pPr>
      <w:spacing w:after="240"/>
    </w:pPr>
    <w:rPr>
      <w:rFonts w:eastAsia="Times New Roman" w:cs="Times New Roman"/>
    </w:rPr>
  </w:style>
  <w:style w:type="character" w:customStyle="1" w:styleId="BodyTextChar">
    <w:name w:val="Body Text Char"/>
    <w:basedOn w:val="DefaultParagraphFont"/>
    <w:link w:val="BodyText"/>
    <w:semiHidden/>
    <w:rsid w:val="00B36CA7"/>
    <w:rPr>
      <w:rFonts w:eastAsia="Times New Roman" w:cs="Times New Roman"/>
    </w:rPr>
  </w:style>
  <w:style w:type="paragraph" w:styleId="ListParagraph">
    <w:name w:val="List Paragraph"/>
    <w:basedOn w:val="Normal"/>
    <w:qFormat/>
    <w:rsid w:val="00B36CA7"/>
    <w:pPr>
      <w:ind w:left="720"/>
    </w:pPr>
    <w:rPr>
      <w:rFonts w:ascii="Calibri" w:eastAsia="Times New Roman" w:hAnsi="Calibri" w:cs="Times New Roman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B36CA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36C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CA7"/>
  </w:style>
  <w:style w:type="paragraph" w:styleId="Footer">
    <w:name w:val="footer"/>
    <w:basedOn w:val="Normal"/>
    <w:link w:val="FooterChar"/>
    <w:uiPriority w:val="99"/>
    <w:unhideWhenUsed/>
    <w:rsid w:val="00B36C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y\AppData\Roaming\Microsoft\Templates\TrainingMaterial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37D06-938C-4504-BD43-CA21B463A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TrainingMaterials</Template>
  <TotalTime>0</TotalTime>
  <Pages>1</Pages>
  <Words>320</Words>
  <Characters>1553</Characters>
  <Application>Microsoft Office Word</Application>
  <DocSecurity>0</DocSecurity>
  <Lines>50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Any Authorised User</cp:lastModifiedBy>
  <cp:revision>2</cp:revision>
  <cp:lastPrinted>2012-09-26T09:12:00Z</cp:lastPrinted>
  <dcterms:created xsi:type="dcterms:W3CDTF">2020-11-27T17:34:00Z</dcterms:created>
  <dcterms:modified xsi:type="dcterms:W3CDTF">2020-11-27T17:34:00Z</dcterms:modified>
</cp:coreProperties>
</file>